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2019 - 2024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BE392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2022</w:t>
      </w:r>
      <w:r w:rsidR="0064087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B4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EA2711">
              <w:rPr>
                <w:rFonts w:ascii="Corbel" w:hAnsi="Corbel"/>
                <w:b w:val="0"/>
                <w:sz w:val="24"/>
                <w:szCs w:val="24"/>
              </w:rPr>
              <w:t>, semestr 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E3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E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edukacji, w szczególności etapu edukacji wczesnoszkolnej </w:t>
            </w:r>
          </w:p>
        </w:tc>
      </w:tr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Poznanie kompetencji nauczycieli edukacji wczesnoszkolnej  </w:t>
            </w:r>
          </w:p>
        </w:tc>
      </w:tr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umiejętności ewaluacji i oceny własnych działań </w:t>
            </w:r>
          </w:p>
        </w:tc>
      </w:tr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Analizowanie i interpretowanie zaobserwowanych lub doświadczanych sytuacji i zd</w:t>
            </w:r>
            <w:r w:rsidRPr="00EA2711">
              <w:rPr>
                <w:rFonts w:ascii="Corbel" w:hAnsi="Corbel"/>
                <w:sz w:val="24"/>
                <w:szCs w:val="24"/>
              </w:rPr>
              <w:t>a</w:t>
            </w:r>
            <w:r w:rsidRPr="00EA2711">
              <w:rPr>
                <w:rFonts w:ascii="Corbel" w:hAnsi="Corbel"/>
                <w:sz w:val="24"/>
                <w:szCs w:val="24"/>
              </w:rPr>
              <w:t>rzeń pedagogicznych oraz rozwijanie umiejętności rozwiązywania problemów grup</w:t>
            </w:r>
            <w:r w:rsidRPr="00EA2711">
              <w:rPr>
                <w:rFonts w:ascii="Corbel" w:hAnsi="Corbel"/>
                <w:sz w:val="24"/>
                <w:szCs w:val="24"/>
              </w:rPr>
              <w:t>o</w:t>
            </w:r>
            <w:r w:rsidRPr="00EA2711">
              <w:rPr>
                <w:rFonts w:ascii="Corbel" w:hAnsi="Corbel"/>
                <w:sz w:val="24"/>
                <w:szCs w:val="24"/>
              </w:rPr>
              <w:t>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B487A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E414B" w:rsidP="008A7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realizacji zadań praktyki zasady bezpi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czeństwa i higieny pracy obowiązujące w szkole podst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wowej  </w:t>
            </w:r>
          </w:p>
        </w:tc>
        <w:tc>
          <w:tcPr>
            <w:tcW w:w="1873" w:type="dxa"/>
            <w:vAlign w:val="center"/>
          </w:tcPr>
          <w:p w:rsidR="0085747A" w:rsidRPr="00F01D04" w:rsidRDefault="00462480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:rsidTr="007B487A">
        <w:tc>
          <w:tcPr>
            <w:tcW w:w="1701" w:type="dxa"/>
          </w:tcPr>
          <w:p w:rsidR="0085747A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cze z dziećmi w klasie II lub III, dostosowując metody pracy do sformułowanych celów wychowania i kształcenia oraz do możliwości psychofizycznych i zainteresowań dzi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:rsidR="0085747A" w:rsidRDefault="00F01D04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:rsidR="004E414B" w:rsidRPr="009C54AE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4E414B" w:rsidRPr="009C54AE" w:rsidTr="007B487A">
        <w:tc>
          <w:tcPr>
            <w:tcW w:w="1701" w:type="dxa"/>
          </w:tcPr>
          <w:p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chowawczych, dydaktycznych i opiekuńczych, podejmie odpowiednie kroki w celu przeciwdziałania dysfunkcyjnym </w:t>
            </w:r>
            <w:proofErr w:type="spellStart"/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mów w grupie</w:t>
            </w:r>
          </w:p>
        </w:tc>
        <w:tc>
          <w:tcPr>
            <w:tcW w:w="1873" w:type="dxa"/>
            <w:vAlign w:val="center"/>
          </w:tcPr>
          <w:p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4E414B" w:rsidRPr="009C54AE" w:rsidTr="007B487A">
        <w:tc>
          <w:tcPr>
            <w:tcW w:w="1701" w:type="dxa"/>
          </w:tcPr>
          <w:p w:rsidR="004E414B" w:rsidRPr="009C54AE" w:rsidRDefault="004E414B" w:rsidP="00B04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E414B" w:rsidRPr="009C54AE" w:rsidRDefault="004E414B" w:rsidP="00B04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i pracy nad sobą,  anal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4E414B" w:rsidRPr="009C54AE" w:rsidTr="007B487A">
        <w:tc>
          <w:tcPr>
            <w:tcW w:w="1701" w:type="dxa"/>
          </w:tcPr>
          <w:p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4E414B" w:rsidRPr="009C54AE" w:rsidTr="007B487A">
        <w:tc>
          <w:tcPr>
            <w:tcW w:w="1701" w:type="dxa"/>
          </w:tcPr>
          <w:p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E414B" w:rsidRPr="009C54AE" w:rsidRDefault="004E414B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prakt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Zadania realizowane w czasie praktyki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A2711" w:rsidRPr="009C54AE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 w szczególności etapu edukacji wczesnoszkolnej </w:t>
            </w:r>
          </w:p>
        </w:tc>
      </w:tr>
      <w:tr w:rsidR="00EA2711" w:rsidRPr="009804FD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Poznanie kompetencji nauczycieli edukacji wczesnoszkolnej</w:t>
            </w:r>
          </w:p>
        </w:tc>
      </w:tr>
      <w:tr w:rsidR="00EA2711" w:rsidRPr="009804FD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Planowanie zajęć, formułowanie celów, dobór metod i form pracy oraz środków dydaktyc</w:t>
            </w:r>
            <w:r w:rsidRPr="00EA2711">
              <w:rPr>
                <w:rFonts w:ascii="Corbel" w:hAnsi="Corbel"/>
                <w:sz w:val="24"/>
                <w:szCs w:val="24"/>
              </w:rPr>
              <w:t>z</w:t>
            </w:r>
            <w:r w:rsidRPr="00EA2711">
              <w:rPr>
                <w:rFonts w:ascii="Corbel" w:hAnsi="Corbel"/>
                <w:sz w:val="24"/>
                <w:szCs w:val="24"/>
              </w:rPr>
              <w:t>nych. Samodzielne przygotowanie i prowadzenie zajęć / realizacja zadań w klasie II lub III – w</w:t>
            </w:r>
            <w:r w:rsidRPr="00EA2711">
              <w:rPr>
                <w:rFonts w:ascii="Corbel" w:hAnsi="Corbel"/>
                <w:sz w:val="24"/>
                <w:szCs w:val="24"/>
              </w:rPr>
              <w:t>e</w:t>
            </w:r>
            <w:r w:rsidRPr="00EA2711">
              <w:rPr>
                <w:rFonts w:ascii="Corbel" w:hAnsi="Corbel"/>
                <w:sz w:val="24"/>
                <w:szCs w:val="24"/>
              </w:rPr>
              <w:t>dług zasad określonych w programie praktyki</w:t>
            </w:r>
          </w:p>
        </w:tc>
      </w:tr>
      <w:tr w:rsidR="00EA2711" w:rsidRPr="009804FD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nich specjalistów (zajęcia lekcyjne, pozalekcyjne, świetlicowe, zajęcia z pedagogiem szko</w:t>
            </w:r>
            <w:r w:rsidRPr="00EA2711">
              <w:rPr>
                <w:rFonts w:ascii="Corbel" w:hAnsi="Corbel"/>
                <w:sz w:val="24"/>
                <w:szCs w:val="24"/>
              </w:rPr>
              <w:t>l</w:t>
            </w:r>
            <w:r w:rsidRPr="00EA2711">
              <w:rPr>
                <w:rFonts w:ascii="Corbel" w:hAnsi="Corbel"/>
                <w:sz w:val="24"/>
                <w:szCs w:val="24"/>
              </w:rPr>
              <w:t>nym, zajęcia w bibliotece szkolnej itp.).</w:t>
            </w:r>
          </w:p>
        </w:tc>
      </w:tr>
      <w:tr w:rsidR="00EA2711" w:rsidRPr="009804FD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Udział w Radzie Pedagogicznej oraz w wywiadówce</w:t>
            </w:r>
          </w:p>
        </w:tc>
      </w:tr>
    </w:tbl>
    <w:p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Obserwacja w trakcie praktyki, opinia opiekuna pra</w:t>
            </w:r>
            <w:r w:rsidRPr="003D2122">
              <w:rPr>
                <w:rFonts w:ascii="Corbel" w:hAnsi="Corbel"/>
                <w:sz w:val="24"/>
                <w:szCs w:val="24"/>
              </w:rPr>
              <w:t>k</w:t>
            </w:r>
            <w:r w:rsidRPr="003D2122">
              <w:rPr>
                <w:rFonts w:ascii="Corbel" w:hAnsi="Corbel"/>
                <w:sz w:val="24"/>
                <w:szCs w:val="24"/>
              </w:rPr>
              <w:t>tykanta w placówce, analiza dokumentacji praktyki, rozmowa ze studentem w trakcie zaliczania praktyki</w:t>
            </w:r>
          </w:p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1B3083" w:rsidRPr="009C54AE" w:rsidTr="003D2122">
        <w:trPr>
          <w:trHeight w:val="305"/>
        </w:trPr>
        <w:tc>
          <w:tcPr>
            <w:tcW w:w="1985" w:type="dxa"/>
          </w:tcPr>
          <w:p w:rsidR="001B3083" w:rsidRPr="009C54AE" w:rsidRDefault="001B3083" w:rsidP="003D2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3D21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dzenia zajęć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lastRenderedPageBreak/>
              <w:t>przygotowanie się studenta do włącz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nia w życie grupy (zabawy z dziećmi, opieka podczas przerw, wykonywanie pomocy dydaktycznych, wystroju s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li/klasy, itp.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:rsidR="00C61DC5" w:rsidRPr="009C54AE" w:rsidRDefault="00721EC8" w:rsidP="00EA2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EA2711">
              <w:rPr>
                <w:rFonts w:ascii="Corbel" w:hAnsi="Corbel"/>
                <w:sz w:val="24"/>
                <w:szCs w:val="24"/>
              </w:rPr>
              <w:t xml:space="preserve">wewnątrzszkolną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dokument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a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cją</w:t>
            </w:r>
          </w:p>
        </w:tc>
        <w:tc>
          <w:tcPr>
            <w:tcW w:w="4677" w:type="dxa"/>
          </w:tcPr>
          <w:p w:rsidR="00C61DC5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98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2711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FD6402" w:rsidRPr="00FD6402" w:rsidRDefault="00FD6402" w:rsidP="00FD64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402">
              <w:rPr>
                <w:rFonts w:ascii="Corbel" w:hAnsi="Corbel"/>
                <w:sz w:val="24"/>
                <w:szCs w:val="24"/>
              </w:rPr>
              <w:t>Praktyka odbywa się po 6 semestrze  (wrzesień/październik), punkty ECTS wlicza się do semestru 7 - 100 godzin</w:t>
            </w:r>
          </w:p>
          <w:p w:rsidR="009804FD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 w:rsidR="00FD6402"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:rsidR="0085747A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W pierwszym tygodniu hospituje z</w:t>
            </w:r>
            <w:r w:rsidRPr="00FD640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D6402">
              <w:rPr>
                <w:rFonts w:ascii="Corbel" w:hAnsi="Corbel"/>
                <w:b w:val="0"/>
                <w:smallCaps w:val="0"/>
                <w:szCs w:val="24"/>
              </w:rPr>
              <w:t>jęcia,  w kolejnych prowadzi zajęcia według planu opracowanego na po</w:t>
            </w:r>
            <w:r w:rsidRPr="00FD640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stawie szczegółowego programu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edukacji polonistycznej dzieci w wieku wcz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Kraków 2008.</w:t>
            </w:r>
          </w:p>
          <w:p w:rsidR="00640874" w:rsidRPr="009C54AE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ria i praktyka, Kielce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czości na etapie edukacji przedszkolnej i wczesnoszkolnej, Kraków 2005.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:rsidR="00640874" w:rsidRPr="009C54AE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E21D8" w:rsidRPr="009C54AE" w:rsidRDefault="000E21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E21D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876" w:rsidRDefault="00A94876" w:rsidP="00C16ABF">
      <w:pPr>
        <w:spacing w:after="0" w:line="240" w:lineRule="auto"/>
      </w:pPr>
      <w:r>
        <w:separator/>
      </w:r>
    </w:p>
  </w:endnote>
  <w:endnote w:type="continuationSeparator" w:id="0">
    <w:p w:rsidR="00A94876" w:rsidRDefault="00A948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876" w:rsidRDefault="00A94876" w:rsidP="00C16ABF">
      <w:pPr>
        <w:spacing w:after="0" w:line="240" w:lineRule="auto"/>
      </w:pPr>
      <w:r>
        <w:separator/>
      </w:r>
    </w:p>
  </w:footnote>
  <w:footnote w:type="continuationSeparator" w:id="0">
    <w:p w:rsidR="00A94876" w:rsidRDefault="00A948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1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233"/>
    <w:rsid w:val="001B30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C454B"/>
    <w:rsid w:val="003D18A9"/>
    <w:rsid w:val="003D2122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6A5"/>
    <w:rsid w:val="004D5282"/>
    <w:rsid w:val="004E414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7A2C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97D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150"/>
    <w:rsid w:val="00787C2A"/>
    <w:rsid w:val="00790E27"/>
    <w:rsid w:val="007A4022"/>
    <w:rsid w:val="007A6E6E"/>
    <w:rsid w:val="007B487A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DD0"/>
    <w:rsid w:val="00884922"/>
    <w:rsid w:val="00885F64"/>
    <w:rsid w:val="008917F9"/>
    <w:rsid w:val="008A45F7"/>
    <w:rsid w:val="008A50BB"/>
    <w:rsid w:val="008A76B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9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7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21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53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A48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11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402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E86D6-C222-43E3-8464-E2AC1CE6B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2019-11-28T09:41:00Z</dcterms:created>
  <dcterms:modified xsi:type="dcterms:W3CDTF">2021-01-22T07:23:00Z</dcterms:modified>
</cp:coreProperties>
</file>